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2072"/>
        <w:gridCol w:w="2127"/>
        <w:gridCol w:w="2126"/>
        <w:gridCol w:w="2028"/>
        <w:gridCol w:w="1162"/>
      </w:tblGrid>
      <w:tr w:rsidR="00806C01" w:rsidRPr="006178CE" w:rsidTr="00C464FC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bookmarkStart w:id="0" w:name="_GoBack"/>
            <w:bookmarkEnd w:id="0"/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813" w:type="dxa"/>
          </w:tcPr>
          <w:p w:rsidR="001F691C" w:rsidRPr="00A27465" w:rsidRDefault="00536452" w:rsidP="001F691C">
            <w:pPr>
              <w:jc w:val="center"/>
              <w:rPr>
                <w:b/>
                <w:lang w:val="en-US"/>
              </w:rPr>
            </w:pPr>
            <w:r w:rsidRPr="00A27465">
              <w:rPr>
                <w:b/>
                <w:lang w:val="en-US"/>
              </w:rPr>
              <w:t>Week 24</w:t>
            </w:r>
          </w:p>
        </w:tc>
        <w:tc>
          <w:tcPr>
            <w:tcW w:w="1813" w:type="dxa"/>
          </w:tcPr>
          <w:p w:rsidR="006F696E" w:rsidRPr="001F691C" w:rsidRDefault="001B7874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25</w:t>
            </w:r>
          </w:p>
        </w:tc>
        <w:tc>
          <w:tcPr>
            <w:tcW w:w="2072" w:type="dxa"/>
          </w:tcPr>
          <w:p w:rsidR="007432E0" w:rsidRPr="001F691C" w:rsidRDefault="007432E0" w:rsidP="001F691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127" w:type="dxa"/>
          </w:tcPr>
          <w:p w:rsidR="006178CE" w:rsidRPr="00861282" w:rsidRDefault="006178CE" w:rsidP="005711A4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6178CE" w:rsidRPr="006178CE" w:rsidRDefault="006178CE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28" w:type="dxa"/>
          </w:tcPr>
          <w:p w:rsidR="00C464FC" w:rsidRPr="00C464FC" w:rsidRDefault="00C464FC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1164CE" w:rsidRPr="001B7874" w:rsidTr="00C464FC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understanding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 xml:space="preserve">more complex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536452" w:rsidRPr="001164CE" w:rsidRDefault="00536452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F05C6E" w:rsidRDefault="00F05C6E" w:rsidP="001F691C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CD156A">
              <w:rPr>
                <w:rFonts w:asciiTheme="minorHAnsi" w:hAnsiTheme="minorHAnsi" w:cstheme="minorHAnsi"/>
                <w:b/>
                <w:sz w:val="22"/>
                <w:szCs w:val="20"/>
                <w:lang w:val="en-US"/>
              </w:rPr>
              <w:t>Game with boards ½ groups</w:t>
            </w: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1164CE" w:rsidRPr="00B34852" w:rsidRDefault="001164CE" w:rsidP="00B34852">
            <w:pPr>
              <w:rPr>
                <w:b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1164CE" w:rsidRPr="005A600A" w:rsidRDefault="001164CE" w:rsidP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 w:rsidP="00FA2415">
            <w:pPr>
              <w:rPr>
                <w:lang w:val="en-US"/>
              </w:rPr>
            </w:pPr>
          </w:p>
        </w:tc>
      </w:tr>
      <w:tr w:rsidR="00806C01" w:rsidRPr="00F05C6E" w:rsidTr="00C464FC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-Listens to and recognizes words in sentences, in poems, rhymes, tongue-twisters and songs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-Uses simple phrases in context to communicate, applying new vocabulary (answers WH questions showing understanding).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Identifies the meaning of images, logos and familiar signs found in illustrations, picture books, reference books and stories.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-Identifies 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some of the elements of a story (characters-setting).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-Makes connections between personal experience and 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n-US"/>
              </w:rPr>
              <w:t>story book characters.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-Reads and understands high frequency words.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536452" w:rsidRDefault="00536452" w:rsidP="00536452">
            <w:pPr>
              <w:rPr>
                <w:b/>
                <w:lang w:val="en-US"/>
              </w:rPr>
            </w:pPr>
            <w:r w:rsidRPr="00C464FC">
              <w:rPr>
                <w:b/>
                <w:lang w:val="en-US"/>
              </w:rPr>
              <w:lastRenderedPageBreak/>
              <w:t>Stations: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-Interactive chart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(chosen poem or song for assembly)</w:t>
            </w:r>
          </w:p>
          <w:p w:rsidR="00536452" w:rsidRDefault="00536452" w:rsidP="00536452">
            <w:pP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</w:pPr>
            <w: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 xml:space="preserve"> -Survey </w:t>
            </w:r>
          </w:p>
          <w:p w:rsidR="009D55ED" w:rsidRPr="009D55ED" w:rsidRDefault="009D55ED" w:rsidP="009D55ED">
            <w:pPr>
              <w:pStyle w:val="NoSpacing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9D55ED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How the different visual texts help people organise themselves? 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-computer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-Link B.sounds</w:t>
            </w:r>
          </w:p>
          <w:p w:rsidR="00536452" w:rsidRDefault="006F2DB8" w:rsidP="00536452">
            <w:pPr>
              <w:rPr>
                <w:rStyle w:val="Hyperlink"/>
                <w:rFonts w:ascii="Verdana" w:hAnsi="Verdana"/>
                <w:b/>
                <w:sz w:val="16"/>
                <w:szCs w:val="16"/>
                <w:lang w:val="en-GB"/>
              </w:rPr>
            </w:pPr>
            <w:hyperlink r:id="rId7" w:history="1">
              <w:r w:rsidR="00536452" w:rsidRPr="00972A6C">
                <w:rPr>
                  <w:rStyle w:val="Hyperlink"/>
                  <w:rFonts w:ascii="Verdana" w:hAnsi="Verdana"/>
                  <w:b/>
                  <w:sz w:val="16"/>
                  <w:szCs w:val="16"/>
                  <w:lang w:val="en-GB"/>
                </w:rPr>
                <w:t>http://professorgarfield.org/Phonemics/chickenCoop.html</w:t>
              </w:r>
            </w:hyperlink>
          </w:p>
          <w:p w:rsidR="00536452" w:rsidRDefault="00536452" w:rsidP="00536452">
            <w:pP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</w:pPr>
            <w:r w:rsidRPr="00C464FC">
              <w:rPr>
                <w:rStyle w:val="Hyperlink"/>
                <w:rFonts w:ascii="Verdana" w:hAnsi="Verdana"/>
                <w:b/>
                <w:sz w:val="16"/>
                <w:szCs w:val="16"/>
                <w:u w:val="none"/>
                <w:lang w:val="en-GB"/>
              </w:rPr>
              <w:t>-</w:t>
            </w:r>
            <w:r w:rsidRPr="00C464FC"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>Writing</w:t>
            </w:r>
            <w: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 xml:space="preserve"> (cards)</w:t>
            </w:r>
          </w:p>
          <w:p w:rsidR="00536452" w:rsidRPr="00536452" w:rsidRDefault="00536452" w:rsidP="00536452">
            <w:pP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</w:pPr>
            <w:r w:rsidRPr="00536452">
              <w:rPr>
                <w:rStyle w:val="Hyperlink"/>
                <w:rFonts w:ascii="Verdana" w:hAnsi="Verdana"/>
                <w:b/>
                <w:color w:val="FF0000"/>
                <w:sz w:val="16"/>
                <w:szCs w:val="16"/>
                <w:u w:val="none"/>
                <w:lang w:val="en-GB"/>
              </w:rPr>
              <w:t xml:space="preserve"> </w:t>
            </w:r>
            <w:r>
              <w:rPr>
                <w:rStyle w:val="Hyperlink"/>
                <w:rFonts w:ascii="Verdana" w:hAnsi="Verdana"/>
                <w:b/>
                <w:sz w:val="16"/>
                <w:szCs w:val="16"/>
                <w:lang w:val="en-GB"/>
              </w:rPr>
              <w:t>-</w:t>
            </w:r>
            <w:r w:rsidRPr="00536452"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B sounds booklet(M)</w:t>
            </w:r>
          </w:p>
          <w:p w:rsidR="00861282" w:rsidRPr="006178CE" w:rsidRDefault="00861282" w:rsidP="0086128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F05C6E" w:rsidRDefault="00F05C6E" w:rsidP="00F05C6E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Station 1 (Interactive chart)(Text chosen for the assembly) (Teacher)</w:t>
            </w:r>
          </w:p>
          <w:p w:rsidR="00F05C6E" w:rsidRDefault="00F05C6E" w:rsidP="00F05C6E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</w:rPr>
              <w:t>Station 2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(Computer and link </w:t>
            </w:r>
            <w:hyperlink r:id="rId8" w:history="1">
              <w:r w:rsidRPr="002740CA">
                <w:rPr>
                  <w:rStyle w:val="Hyperlink"/>
                  <w:rFonts w:ascii="Verdana" w:hAnsi="Verdana"/>
                  <w:b/>
                  <w:sz w:val="16"/>
                  <w:szCs w:val="16"/>
                </w:rPr>
                <w:t>http://www.bbc.co.uk/schools/laac/story/wish/sound.shtml</w:t>
              </w:r>
            </w:hyperlink>
            <w:r>
              <w:rPr>
                <w:rFonts w:ascii="Verdana" w:hAnsi="Verdana"/>
                <w:b/>
                <w:sz w:val="16"/>
                <w:szCs w:val="16"/>
              </w:rPr>
              <w:t>) (Teacher)</w:t>
            </w:r>
          </w:p>
          <w:p w:rsidR="00F05C6E" w:rsidRDefault="00F05C6E" w:rsidP="00F05C6E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</w:rPr>
              <w:t>Station 3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(Beginning sound booklet C)</w:t>
            </w:r>
          </w:p>
          <w:p w:rsidR="00F05C6E" w:rsidRDefault="00F05C6E" w:rsidP="00F05C6E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Station 4 (Writing)</w:t>
            </w:r>
          </w:p>
          <w:p w:rsidR="006F696E" w:rsidRPr="006178CE" w:rsidRDefault="006F696E" w:rsidP="0014345D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B227C3" w:rsidRPr="006178CE" w:rsidRDefault="00B227C3" w:rsidP="006178C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825A2" w:rsidRPr="002825A2" w:rsidRDefault="002825A2" w:rsidP="006178CE">
            <w:pPr>
              <w:ind w:left="360"/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178CE" w:rsidRPr="005A600A" w:rsidRDefault="006178CE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C464FC" w:rsidRPr="005A600A" w:rsidRDefault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536452">
            <w:pPr>
              <w:rPr>
                <w:lang w:val="en-US"/>
              </w:rPr>
            </w:pPr>
          </w:p>
        </w:tc>
      </w:tr>
      <w:tr w:rsidR="00806C01" w:rsidRPr="00F05C6E" w:rsidTr="00C464FC">
        <w:tc>
          <w:tcPr>
            <w:tcW w:w="1781" w:type="dxa"/>
          </w:tcPr>
          <w:p w:rsidR="006F696E" w:rsidRDefault="001164CE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B24AD9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  <w:p w:rsidR="001164CE" w:rsidRDefault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Gives examples of words with the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sounds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requested</w:t>
            </w:r>
          </w:p>
          <w:p w:rsidR="001164CE" w:rsidRPr="00861282" w:rsidRDefault="001164CE">
            <w:pPr>
              <w:rPr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  <w:r w:rsidRPr="001F691C">
              <w:rPr>
                <w:rFonts w:cstheme="minorHAns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</w:tc>
        <w:tc>
          <w:tcPr>
            <w:tcW w:w="1813" w:type="dxa"/>
          </w:tcPr>
          <w:p w:rsidR="006F696E" w:rsidRPr="009D55ED" w:rsidRDefault="00F20AA3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00483C" w:rsidRPr="009D55ED" w:rsidRDefault="001F691C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B227C3" w:rsidRPr="009D55ED" w:rsidRDefault="00B227C3" w:rsidP="00B227C3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-Gross Motor skills</w:t>
            </w:r>
          </w:p>
          <w:p w:rsidR="00F20AA3" w:rsidRPr="009D55ED" w:rsidRDefault="009D55ED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-Game 15 min b. sounds worked</w:t>
            </w:r>
          </w:p>
          <w:p w:rsidR="006F696E" w:rsidRPr="009D55ED" w:rsidRDefault="006F696E">
            <w:pPr>
              <w:rPr>
                <w:b/>
                <w:lang w:val="en-US"/>
              </w:rPr>
            </w:pPr>
          </w:p>
          <w:p w:rsidR="006F696E" w:rsidRPr="009D55ED" w:rsidRDefault="006F696E">
            <w:pPr>
              <w:rPr>
                <w:b/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05C6E" w:rsidRPr="009D55ED" w:rsidRDefault="00F05C6E" w:rsidP="00F05C6E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Phonemic awareness with Fabio</w:t>
            </w:r>
          </w:p>
          <w:p w:rsidR="00F05C6E" w:rsidRPr="009D55ED" w:rsidRDefault="00F05C6E" w:rsidP="00F05C6E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F05C6E" w:rsidRPr="009D55ED" w:rsidRDefault="00F05C6E" w:rsidP="00F05C6E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-Gross Motor skills</w:t>
            </w:r>
          </w:p>
          <w:p w:rsidR="00F05C6E" w:rsidRPr="009D55ED" w:rsidRDefault="00F05C6E" w:rsidP="00F05C6E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Circle game with dice (15min)</w:t>
            </w:r>
          </w:p>
          <w:p w:rsidR="00F05C6E" w:rsidRPr="009D55ED" w:rsidRDefault="00CD156A" w:rsidP="00F05C6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-game ending sounds(1/2 groups)</w:t>
            </w: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2072" w:type="dxa"/>
          </w:tcPr>
          <w:p w:rsidR="00B34852" w:rsidRPr="00AD48C4" w:rsidRDefault="00B34852" w:rsidP="001F691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536452" w:rsidTr="00C464FC">
        <w:trPr>
          <w:trHeight w:val="1272"/>
        </w:trPr>
        <w:tc>
          <w:tcPr>
            <w:tcW w:w="1781" w:type="dxa"/>
          </w:tcPr>
          <w:p w:rsidR="001164CE" w:rsidRPr="00E54AE3" w:rsidRDefault="001164CE" w:rsidP="001164C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E54AE3" w:rsidRPr="00E54AE3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9D55ED" w:rsidRDefault="00536452">
            <w:pPr>
              <w:rPr>
                <w:b/>
                <w:lang w:val="en-US"/>
              </w:rPr>
            </w:pPr>
            <w:r>
              <w:rPr>
                <w:lang w:val="en-US"/>
              </w:rPr>
              <w:t>-</w:t>
            </w:r>
            <w:r w:rsidRPr="00536452">
              <w:rPr>
                <w:b/>
                <w:lang w:val="en-US"/>
              </w:rPr>
              <w:t>Survey</w:t>
            </w:r>
          </w:p>
          <w:p w:rsidR="006F696E" w:rsidRDefault="009D55ED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 (see station</w:t>
            </w:r>
            <w:r w:rsidR="001B7874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)</w:t>
            </w:r>
          </w:p>
          <w:p w:rsidR="00E54AE3" w:rsidRPr="00AD48C4" w:rsidRDefault="00E54AE3" w:rsidP="009D55ED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E54AE3" w:rsidRDefault="001B7874" w:rsidP="00B227C3">
            <w:pPr>
              <w:rPr>
                <w:lang w:val="en-US"/>
              </w:rPr>
            </w:pPr>
            <w:r w:rsidRPr="00F05C6E">
              <w:rPr>
                <w:b/>
                <w:lang w:val="en-US"/>
              </w:rPr>
              <w:t>Expert Alma G</w:t>
            </w:r>
            <w:r>
              <w:rPr>
                <w:lang w:val="en-US"/>
              </w:rPr>
              <w:t>.</w:t>
            </w:r>
          </w:p>
          <w:p w:rsidR="00F05C6E" w:rsidRPr="00CD156A" w:rsidRDefault="00F05C6E" w:rsidP="00B227C3">
            <w:pPr>
              <w:rPr>
                <w:b/>
                <w:lang w:val="en-US"/>
              </w:rPr>
            </w:pPr>
            <w:r w:rsidRPr="00CD156A">
              <w:rPr>
                <w:b/>
                <w:lang w:val="en-US"/>
              </w:rPr>
              <w:t>BK 7:30-7:50</w:t>
            </w:r>
          </w:p>
          <w:p w:rsidR="00F05C6E" w:rsidRPr="00CD156A" w:rsidRDefault="00F05C6E" w:rsidP="00B227C3">
            <w:pPr>
              <w:rPr>
                <w:b/>
                <w:lang w:val="en-GB"/>
              </w:rPr>
            </w:pPr>
            <w:r w:rsidRPr="00CD156A">
              <w:rPr>
                <w:b/>
                <w:lang w:val="en-US"/>
              </w:rPr>
              <w:t xml:space="preserve">YK </w:t>
            </w:r>
            <w:r w:rsidRPr="00CD156A">
              <w:rPr>
                <w:b/>
                <w:lang w:val="en-GB"/>
              </w:rPr>
              <w:t>7:50-8:15</w:t>
            </w:r>
          </w:p>
          <w:p w:rsidR="00F05C6E" w:rsidRPr="00CD156A" w:rsidRDefault="00F05C6E" w:rsidP="00B227C3">
            <w:pPr>
              <w:rPr>
                <w:b/>
                <w:lang w:val="en-GB"/>
              </w:rPr>
            </w:pPr>
            <w:r w:rsidRPr="00CD156A">
              <w:rPr>
                <w:b/>
                <w:lang w:val="en-GB"/>
              </w:rPr>
              <w:t>GK 8:15-8:35</w:t>
            </w:r>
          </w:p>
          <w:p w:rsidR="00F05C6E" w:rsidRPr="00FA53AC" w:rsidRDefault="00F05C6E" w:rsidP="00B227C3">
            <w:pPr>
              <w:rPr>
                <w:lang w:val="en-US"/>
              </w:rPr>
            </w:pPr>
            <w:r w:rsidRPr="00CD156A">
              <w:rPr>
                <w:b/>
                <w:lang w:val="en-GB"/>
              </w:rPr>
              <w:t>RK 8:35-9:00</w:t>
            </w:r>
          </w:p>
        </w:tc>
        <w:tc>
          <w:tcPr>
            <w:tcW w:w="2072" w:type="dxa"/>
          </w:tcPr>
          <w:p w:rsidR="00B34852" w:rsidRDefault="00B34852">
            <w:pPr>
              <w:rPr>
                <w:lang w:val="en-GB"/>
              </w:rPr>
            </w:pPr>
          </w:p>
          <w:p w:rsidR="00F05C6E" w:rsidRPr="008132BC" w:rsidRDefault="00F05C6E">
            <w:pPr>
              <w:rPr>
                <w:lang w:val="en-GB"/>
              </w:rPr>
            </w:pPr>
          </w:p>
        </w:tc>
        <w:tc>
          <w:tcPr>
            <w:tcW w:w="2127" w:type="dxa"/>
          </w:tcPr>
          <w:p w:rsidR="006F696E" w:rsidRPr="00FA53AC" w:rsidRDefault="002825A2" w:rsidP="00C464F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126" w:type="dxa"/>
          </w:tcPr>
          <w:p w:rsidR="0045346E" w:rsidRPr="00FA53AC" w:rsidRDefault="0045346E" w:rsidP="00536452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164CE" w:rsidRPr="001F691C" w:rsidTr="00C464FC">
        <w:trPr>
          <w:trHeight w:val="1272"/>
        </w:trPr>
        <w:tc>
          <w:tcPr>
            <w:tcW w:w="1781" w:type="dxa"/>
          </w:tcPr>
          <w:p w:rsidR="001164CE" w:rsidRDefault="001164CE" w:rsidP="001164C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 (Cards)</w:t>
            </w:r>
          </w:p>
          <w:p w:rsidR="001164CE" w:rsidRDefault="001164CE" w:rsidP="001164C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</w:tcPr>
          <w:p w:rsidR="00536452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Writing class 3</w:t>
            </w:r>
          </w:p>
          <w:p w:rsidR="001164CE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(Writing invitation and thank you cards)</w:t>
            </w:r>
          </w:p>
          <w:p w:rsidR="00536452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(See stations above)</w:t>
            </w:r>
          </w:p>
        </w:tc>
        <w:tc>
          <w:tcPr>
            <w:tcW w:w="1813" w:type="dxa"/>
          </w:tcPr>
          <w:p w:rsidR="00F05C6E" w:rsidRPr="00F05C6E" w:rsidRDefault="00F05C6E" w:rsidP="00F05C6E">
            <w:pPr>
              <w:rPr>
                <w:b/>
                <w:lang w:val="en-US"/>
              </w:rPr>
            </w:pPr>
            <w:r w:rsidRPr="00F05C6E">
              <w:rPr>
                <w:b/>
                <w:lang w:val="en-US"/>
              </w:rPr>
              <w:t>Writing class 4</w:t>
            </w:r>
          </w:p>
          <w:p w:rsidR="00F05C6E" w:rsidRPr="00CD156A" w:rsidRDefault="00F05C6E" w:rsidP="00F05C6E">
            <w:pPr>
              <w:rPr>
                <w:b/>
                <w:lang w:val="en-US"/>
              </w:rPr>
            </w:pPr>
            <w:r w:rsidRPr="00CD156A">
              <w:rPr>
                <w:b/>
                <w:lang w:val="en-US"/>
              </w:rPr>
              <w:t>(Writing invitation and thank you cards)</w:t>
            </w:r>
          </w:p>
          <w:p w:rsidR="001164CE" w:rsidRDefault="00F05C6E" w:rsidP="00F05C6E">
            <w:pPr>
              <w:rPr>
                <w:lang w:val="en-US"/>
              </w:rPr>
            </w:pPr>
            <w:r w:rsidRPr="00CD156A">
              <w:rPr>
                <w:b/>
                <w:lang w:val="en-US"/>
              </w:rPr>
              <w:t>(See stations above)</w:t>
            </w:r>
          </w:p>
        </w:tc>
        <w:tc>
          <w:tcPr>
            <w:tcW w:w="2072" w:type="dxa"/>
          </w:tcPr>
          <w:p w:rsidR="001164CE" w:rsidRPr="008132BC" w:rsidRDefault="001164CE">
            <w:pPr>
              <w:rPr>
                <w:lang w:val="en-GB"/>
              </w:rPr>
            </w:pPr>
          </w:p>
        </w:tc>
        <w:tc>
          <w:tcPr>
            <w:tcW w:w="2127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C464FC" w:rsidRPr="00FA53AC" w:rsidRDefault="00C464FC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B7874"/>
    <w:rsid w:val="001C243C"/>
    <w:rsid w:val="001C32BE"/>
    <w:rsid w:val="001F691C"/>
    <w:rsid w:val="0020149A"/>
    <w:rsid w:val="002305DB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36452"/>
    <w:rsid w:val="005509B4"/>
    <w:rsid w:val="005711A4"/>
    <w:rsid w:val="005738F7"/>
    <w:rsid w:val="005A600A"/>
    <w:rsid w:val="006178CE"/>
    <w:rsid w:val="006324A2"/>
    <w:rsid w:val="006664D5"/>
    <w:rsid w:val="00682766"/>
    <w:rsid w:val="00695040"/>
    <w:rsid w:val="006A1842"/>
    <w:rsid w:val="006F2DB8"/>
    <w:rsid w:val="006F696E"/>
    <w:rsid w:val="00726FEB"/>
    <w:rsid w:val="007432E0"/>
    <w:rsid w:val="00785B55"/>
    <w:rsid w:val="007E3654"/>
    <w:rsid w:val="00806C01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D55ED"/>
    <w:rsid w:val="009F0181"/>
    <w:rsid w:val="00A14C1C"/>
    <w:rsid w:val="00A27465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453BB"/>
    <w:rsid w:val="00B81719"/>
    <w:rsid w:val="00C32341"/>
    <w:rsid w:val="00C464FC"/>
    <w:rsid w:val="00C554C1"/>
    <w:rsid w:val="00CD156A"/>
    <w:rsid w:val="00CE1AB7"/>
    <w:rsid w:val="00E01EE4"/>
    <w:rsid w:val="00E25D32"/>
    <w:rsid w:val="00E54AE3"/>
    <w:rsid w:val="00E6457B"/>
    <w:rsid w:val="00E82DED"/>
    <w:rsid w:val="00F046FC"/>
    <w:rsid w:val="00F05C6E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schools/laac/story/wish/sound.s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professorgarfield.org/Phonemics/chickenCoo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DE50-EBED-4319-8D09-764175F7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0</TotalTime>
  <Pages>2</Pages>
  <Words>333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Claudia Madriñan</cp:lastModifiedBy>
  <cp:revision>2</cp:revision>
  <cp:lastPrinted>2012-11-15T19:02:00Z</cp:lastPrinted>
  <dcterms:created xsi:type="dcterms:W3CDTF">2013-02-27T15:52:00Z</dcterms:created>
  <dcterms:modified xsi:type="dcterms:W3CDTF">2013-02-27T15:52:00Z</dcterms:modified>
</cp:coreProperties>
</file>